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9ED" w:rsidRDefault="000179ED" w:rsidP="001032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948F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0179ED" w:rsidRPr="00D948F8" w:rsidRDefault="000179ED" w:rsidP="001032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НОВСКОГО СЕЛЬСКОГО </w:t>
      </w:r>
      <w:r w:rsidRPr="00D948F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ПОСЕЛЕНИЯ</w:t>
      </w:r>
    </w:p>
    <w:p w:rsidR="000179ED" w:rsidRPr="00862FCE" w:rsidRDefault="000179ED" w:rsidP="001032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179ED" w:rsidRPr="00D948F8" w:rsidRDefault="000179ED" w:rsidP="001032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948F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 А С П О Р Я Ж Е Н И Е</w:t>
      </w:r>
    </w:p>
    <w:p w:rsidR="000179ED" w:rsidRPr="00862FCE" w:rsidRDefault="000179ED" w:rsidP="001032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179ED" w:rsidRDefault="000179ED" w:rsidP="001032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948F8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23.04.2015                                       </w:t>
      </w:r>
      <w:r w:rsidRPr="00D948F8"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ru-RU"/>
        </w:rPr>
        <w:t>13 -р</w:t>
      </w:r>
    </w:p>
    <w:p w:rsidR="000179ED" w:rsidRPr="00862FCE" w:rsidRDefault="000179ED" w:rsidP="007C21E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179ED" w:rsidRDefault="000179ED" w:rsidP="001032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 </w:t>
      </w:r>
      <w:r w:rsidRPr="00E67B7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распределении бюджетных ассигнований,                                                          лимитов бюджетных обязательств                                                                                      </w:t>
      </w:r>
    </w:p>
    <w:p w:rsidR="000179ED" w:rsidRDefault="000179ED" w:rsidP="007C21E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179ED" w:rsidRDefault="000179ED" w:rsidP="00E917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081C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Законом Ивановской области от  26.12.2014 № 116-ОЗ                               «Об областном бюджете на 2015 год и на плановый период 2016 и 2017 годов», постановлением 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Новского сельского поселения </w:t>
      </w:r>
      <w:r w:rsidRPr="004A081C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eastAsia="ru-RU"/>
        </w:rPr>
        <w:t>27</w:t>
      </w:r>
      <w:r w:rsidRPr="004A081C">
        <w:rPr>
          <w:rFonts w:ascii="Times New Roman" w:hAnsi="Times New Roman" w:cs="Times New Roman"/>
          <w:sz w:val="28"/>
          <w:szCs w:val="28"/>
          <w:lang w:eastAsia="ru-RU"/>
        </w:rPr>
        <w:t xml:space="preserve">.03.2015 № </w:t>
      </w:r>
      <w:r>
        <w:rPr>
          <w:rFonts w:ascii="Times New Roman" w:hAnsi="Times New Roman" w:cs="Times New Roman"/>
          <w:sz w:val="28"/>
          <w:szCs w:val="28"/>
          <w:lang w:eastAsia="ru-RU"/>
        </w:rPr>
        <w:t>16</w:t>
      </w:r>
      <w:r w:rsidRPr="004A081C">
        <w:rPr>
          <w:rFonts w:ascii="Times New Roman" w:hAnsi="Times New Roman" w:cs="Times New Roman"/>
          <w:sz w:val="28"/>
          <w:szCs w:val="28"/>
          <w:lang w:eastAsia="ru-RU"/>
        </w:rPr>
        <w:t>-п «Об утверждении Порядка расходования и учета субсидий, предоставляемых юридическим лицам и индивидуальным предпринимателям,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соответствии с их предельными индексами роста за счет субвенций из областного бюджета и Порядка регистрации юридических лиц и индивидуальных предпринимателей, претендующих на предоставление субсидий за счет средств областного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0179ED" w:rsidRPr="001B7597" w:rsidRDefault="000179ED" w:rsidP="00B928FE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П</w:t>
      </w:r>
      <w:r w:rsidRPr="001B7597">
        <w:rPr>
          <w:rFonts w:ascii="Times New Roman" w:hAnsi="Times New Roman" w:cs="Times New Roman"/>
          <w:sz w:val="28"/>
          <w:szCs w:val="28"/>
          <w:lang w:eastAsia="ru-RU"/>
        </w:rPr>
        <w:t xml:space="preserve">роизвести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>уменьшение</w:t>
      </w:r>
      <w:r w:rsidRPr="001B7597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бюджетных ассигнований, лимитов бюджетных </w:t>
      </w:r>
      <w:r>
        <w:rPr>
          <w:rFonts w:ascii="Times New Roman" w:hAnsi="Times New Roman" w:cs="Times New Roman"/>
          <w:sz w:val="28"/>
          <w:szCs w:val="28"/>
          <w:lang w:eastAsia="ru-RU"/>
        </w:rPr>
        <w:t>обязательств  в сумме 13</w:t>
      </w:r>
      <w:r w:rsidRPr="001B7597">
        <w:rPr>
          <w:rFonts w:ascii="Times New Roman" w:hAnsi="Times New Roman" w:cs="Times New Roman"/>
          <w:sz w:val="28"/>
          <w:szCs w:val="28"/>
          <w:lang w:eastAsia="ru-RU"/>
        </w:rPr>
        <w:t xml:space="preserve">,0 руб. по </w:t>
      </w:r>
      <w:r>
        <w:rPr>
          <w:rFonts w:ascii="Times New Roman" w:hAnsi="Times New Roman" w:cs="Times New Roman"/>
          <w:sz w:val="28"/>
          <w:szCs w:val="28"/>
          <w:lang w:eastAsia="ru-RU"/>
        </w:rPr>
        <w:t>коду бюджетной классификации 240.0502.0148025.810.241</w:t>
      </w:r>
      <w:r w:rsidRPr="001B7597">
        <w:rPr>
          <w:rFonts w:ascii="Times New Roman" w:hAnsi="Times New Roman" w:cs="Times New Roman"/>
          <w:sz w:val="28"/>
          <w:szCs w:val="28"/>
          <w:lang w:eastAsia="ru-RU"/>
        </w:rPr>
        <w:t>в целях финансового обеспечения субсидии, предоставляемой юридическим лицам и индивидуальным предпринимателям,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соответствии с их предельными ин</w:t>
      </w:r>
      <w:r>
        <w:rPr>
          <w:rFonts w:ascii="Times New Roman" w:hAnsi="Times New Roman" w:cs="Times New Roman"/>
          <w:sz w:val="28"/>
          <w:szCs w:val="28"/>
          <w:lang w:eastAsia="ru-RU"/>
        </w:rPr>
        <w:t>дексами роста</w:t>
      </w:r>
      <w:r w:rsidRPr="001B759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179ED" w:rsidRPr="009A0E4C" w:rsidRDefault="000179ED" w:rsidP="00B928FE">
      <w:pPr>
        <w:shd w:val="clear" w:color="auto" w:fill="FFFFFF"/>
        <w:autoSpaceDE w:val="0"/>
        <w:autoSpaceDN w:val="0"/>
        <w:adjustRightInd w:val="0"/>
        <w:spacing w:after="0" w:line="322" w:lineRule="exact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Внести изменения в бюджетную смету, </w:t>
      </w:r>
      <w:r w:rsidRPr="00D948F8">
        <w:rPr>
          <w:rFonts w:ascii="Times New Roman" w:hAnsi="Times New Roman" w:cs="Times New Roman"/>
          <w:sz w:val="28"/>
          <w:szCs w:val="28"/>
          <w:lang w:eastAsia="ru-RU"/>
        </w:rPr>
        <w:t xml:space="preserve">бюджетную роспись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кассовый план администрации Новского сельского поселения </w:t>
      </w:r>
      <w:r w:rsidRPr="00D948F8">
        <w:rPr>
          <w:rFonts w:ascii="Times New Roman" w:hAnsi="Times New Roman" w:cs="Times New Roman"/>
          <w:sz w:val="28"/>
          <w:szCs w:val="28"/>
          <w:lang w:eastAsia="ru-RU"/>
        </w:rPr>
        <w:t>с последующим внесением изменений в решение С</w:t>
      </w:r>
      <w:bookmarkStart w:id="0" w:name="_GoBack"/>
      <w:bookmarkEnd w:id="0"/>
      <w:r w:rsidRPr="00D948F8">
        <w:rPr>
          <w:rFonts w:ascii="Times New Roman" w:hAnsi="Times New Roman" w:cs="Times New Roman"/>
          <w:sz w:val="28"/>
          <w:szCs w:val="28"/>
          <w:lang w:eastAsia="ru-RU"/>
        </w:rPr>
        <w:t xml:space="preserve">овета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Новского сельского </w:t>
      </w:r>
      <w:r w:rsidRPr="00D948F8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от 22.12.2014 № 42</w:t>
      </w:r>
      <w:r w:rsidRPr="00D948F8">
        <w:rPr>
          <w:rFonts w:ascii="Times New Roman" w:hAnsi="Times New Roman" w:cs="Times New Roman"/>
          <w:sz w:val="28"/>
          <w:szCs w:val="28"/>
          <w:lang w:eastAsia="ru-RU"/>
        </w:rPr>
        <w:t xml:space="preserve"> «О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Новского сельского поселения на 2015 год и на плановый период 2016 и 2017</w:t>
      </w:r>
      <w:r w:rsidRPr="00D948F8">
        <w:rPr>
          <w:rFonts w:ascii="Times New Roman" w:hAnsi="Times New Roman" w:cs="Times New Roman"/>
          <w:sz w:val="28"/>
          <w:szCs w:val="28"/>
          <w:lang w:eastAsia="ru-RU"/>
        </w:rPr>
        <w:t xml:space="preserve"> годов»</w:t>
      </w:r>
      <w:r>
        <w:rPr>
          <w:rFonts w:ascii="Times New Roman" w:hAnsi="Times New Roman" w:cs="Times New Roman"/>
          <w:sz w:val="28"/>
          <w:szCs w:val="28"/>
          <w:lang w:eastAsia="ru-RU"/>
        </w:rPr>
        <w:t>, согласно требованиям, установленным п.1. настоящего распоряжения.</w:t>
      </w:r>
    </w:p>
    <w:p w:rsidR="000179ED" w:rsidRDefault="000179ED" w:rsidP="00536A5B">
      <w:pPr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3.Настоящее распоряжение вступает в силу с момента подписания.</w:t>
      </w:r>
    </w:p>
    <w:p w:rsidR="000179ED" w:rsidRDefault="000179ED" w:rsidP="00536A5B">
      <w:pPr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4.Контроль исполнения настоящего распоряжения оставляю за собой.</w:t>
      </w:r>
    </w:p>
    <w:p w:rsidR="000179ED" w:rsidRPr="007C21E4" w:rsidRDefault="000179ED" w:rsidP="00B928FE">
      <w:pPr>
        <w:spacing w:after="0" w:line="72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179ED" w:rsidRPr="00D948F8" w:rsidRDefault="000179ED" w:rsidP="001032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48F8">
        <w:rPr>
          <w:rFonts w:ascii="Times New Roman" w:hAnsi="Times New Roman" w:cs="Times New Roman"/>
          <w:sz w:val="28"/>
          <w:szCs w:val="28"/>
          <w:lang w:eastAsia="ru-RU"/>
        </w:rPr>
        <w:t>Глава администрации</w:t>
      </w:r>
    </w:p>
    <w:p w:rsidR="000179ED" w:rsidRDefault="000179ED" w:rsidP="001032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Новского сельского</w:t>
      </w:r>
      <w:r w:rsidRPr="00D948F8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Pr="00D948F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И.С.Балин</w:t>
      </w:r>
    </w:p>
    <w:sectPr w:rsidR="000179ED" w:rsidSect="00EE4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81558E"/>
    <w:multiLevelType w:val="hybridMultilevel"/>
    <w:tmpl w:val="821AB512"/>
    <w:lvl w:ilvl="0" w:tplc="EBCA6AB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0DE8"/>
    <w:rsid w:val="000179ED"/>
    <w:rsid w:val="000A0434"/>
    <w:rsid w:val="000C5464"/>
    <w:rsid w:val="0010321A"/>
    <w:rsid w:val="00121FAB"/>
    <w:rsid w:val="001B7597"/>
    <w:rsid w:val="002214C9"/>
    <w:rsid w:val="00280DE8"/>
    <w:rsid w:val="004A081C"/>
    <w:rsid w:val="004B4E7F"/>
    <w:rsid w:val="004F5BBE"/>
    <w:rsid w:val="00536A5B"/>
    <w:rsid w:val="00547F3E"/>
    <w:rsid w:val="00576A1C"/>
    <w:rsid w:val="00661CC4"/>
    <w:rsid w:val="007C21E4"/>
    <w:rsid w:val="00862FCE"/>
    <w:rsid w:val="009A0E4C"/>
    <w:rsid w:val="009C346A"/>
    <w:rsid w:val="00A63D43"/>
    <w:rsid w:val="00B36BC3"/>
    <w:rsid w:val="00B928FE"/>
    <w:rsid w:val="00B935A2"/>
    <w:rsid w:val="00BF7984"/>
    <w:rsid w:val="00C50BC5"/>
    <w:rsid w:val="00D83CEA"/>
    <w:rsid w:val="00D948F8"/>
    <w:rsid w:val="00E67B7F"/>
    <w:rsid w:val="00E91787"/>
    <w:rsid w:val="00EE4276"/>
    <w:rsid w:val="00EF1B51"/>
    <w:rsid w:val="00F60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276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0321A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E91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917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354</Words>
  <Characters>2021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Molodsova</dc:creator>
  <cp:keywords/>
  <dc:description/>
  <cp:lastModifiedBy>Admin</cp:lastModifiedBy>
  <cp:revision>2</cp:revision>
  <cp:lastPrinted>2015-04-23T06:56:00Z</cp:lastPrinted>
  <dcterms:created xsi:type="dcterms:W3CDTF">2015-04-24T04:47:00Z</dcterms:created>
  <dcterms:modified xsi:type="dcterms:W3CDTF">2015-04-24T04:47:00Z</dcterms:modified>
</cp:coreProperties>
</file>